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C7A8E" w14:textId="77777777" w:rsidR="00F94C31" w:rsidRPr="00962D02" w:rsidRDefault="00F94C31" w:rsidP="00F94C31">
      <w:pPr>
        <w:jc w:val="right"/>
        <w:rPr>
          <w:rFonts w:eastAsia="Calibri"/>
          <w:b/>
          <w:szCs w:val="24"/>
          <w:lang w:eastAsia="en-US"/>
        </w:rPr>
      </w:pPr>
      <w:r w:rsidRPr="00296A05">
        <w:rPr>
          <w:rFonts w:eastAsia="Calibri"/>
          <w:b/>
          <w:szCs w:val="24"/>
          <w:lang w:eastAsia="en-US"/>
        </w:rPr>
        <w:t xml:space="preserve">Приложение № </w:t>
      </w:r>
      <w:r>
        <w:rPr>
          <w:rFonts w:eastAsia="Calibri"/>
          <w:b/>
          <w:szCs w:val="24"/>
          <w:lang w:eastAsia="en-US"/>
        </w:rPr>
        <w:t>6</w:t>
      </w:r>
    </w:p>
    <w:p w14:paraId="642657A0" w14:textId="77777777" w:rsidR="00F94C31" w:rsidRPr="00FB0290" w:rsidRDefault="00F94C31" w:rsidP="00F94C31">
      <w:pPr>
        <w:jc w:val="right"/>
        <w:rPr>
          <w:rFonts w:eastAsia="Calibri"/>
          <w:szCs w:val="24"/>
          <w:lang w:eastAsia="en-US"/>
        </w:rPr>
      </w:pPr>
      <w:r w:rsidRPr="00296A05">
        <w:rPr>
          <w:rFonts w:eastAsia="Calibri"/>
          <w:szCs w:val="24"/>
          <w:lang w:eastAsia="en-US"/>
        </w:rPr>
        <w:t xml:space="preserve">к Договору № </w:t>
      </w:r>
      <w:r>
        <w:rPr>
          <w:rFonts w:eastAsia="Calibri"/>
          <w:szCs w:val="24"/>
          <w:lang w:eastAsia="en-US"/>
        </w:rPr>
        <w:t>_____________</w:t>
      </w:r>
    </w:p>
    <w:p w14:paraId="2DFC7E40" w14:textId="77777777" w:rsidR="00F94C31" w:rsidRPr="00296A05" w:rsidRDefault="00F94C31" w:rsidP="00F94C31">
      <w:pPr>
        <w:jc w:val="right"/>
        <w:rPr>
          <w:rFonts w:eastAsia="Calibri"/>
          <w:szCs w:val="24"/>
          <w:lang w:eastAsia="en-US"/>
        </w:rPr>
      </w:pPr>
      <w:r w:rsidRPr="00296A05">
        <w:rPr>
          <w:rFonts w:eastAsia="Calibri"/>
          <w:szCs w:val="24"/>
          <w:lang w:eastAsia="en-US"/>
        </w:rPr>
        <w:t>от «____» __________ 20___ г.</w:t>
      </w:r>
    </w:p>
    <w:p w14:paraId="4A843105" w14:textId="77777777" w:rsidR="00F94C31" w:rsidRPr="00296A05" w:rsidRDefault="00F94C31" w:rsidP="00F94C31">
      <w:pPr>
        <w:rPr>
          <w:szCs w:val="24"/>
        </w:rPr>
      </w:pPr>
    </w:p>
    <w:p w14:paraId="4C596981" w14:textId="77777777" w:rsidR="00F94C31" w:rsidRPr="00296A05" w:rsidRDefault="00F94C31" w:rsidP="00F94C31">
      <w:pPr>
        <w:rPr>
          <w:szCs w:val="24"/>
        </w:rPr>
      </w:pPr>
    </w:p>
    <w:p w14:paraId="1D3147CB" w14:textId="77777777" w:rsidR="00F94C31" w:rsidRDefault="00F94C31" w:rsidP="00F94C31">
      <w:pPr>
        <w:jc w:val="center"/>
        <w:rPr>
          <w:b/>
          <w:szCs w:val="24"/>
        </w:rPr>
      </w:pPr>
      <w:r w:rsidRPr="00296A05">
        <w:rPr>
          <w:b/>
          <w:szCs w:val="24"/>
        </w:rPr>
        <w:t>Стоимость единичных работ</w:t>
      </w:r>
      <w:r w:rsidR="00142F6D" w:rsidRPr="00142F6D">
        <w:rPr>
          <w:b/>
          <w:szCs w:val="24"/>
        </w:rPr>
        <w:t xml:space="preserve"> </w:t>
      </w:r>
    </w:p>
    <w:p w14:paraId="069BE6A1" w14:textId="77777777" w:rsidR="00142F6D" w:rsidRPr="00142F6D" w:rsidRDefault="00142F6D" w:rsidP="00F94C31">
      <w:pPr>
        <w:jc w:val="center"/>
        <w:rPr>
          <w:szCs w:val="24"/>
        </w:rPr>
      </w:pPr>
      <w:r w:rsidRPr="00142F6D">
        <w:rPr>
          <w:szCs w:val="24"/>
        </w:rPr>
        <w:t>Календарный план</w:t>
      </w:r>
    </w:p>
    <w:p w14:paraId="25EB6497" w14:textId="77777777" w:rsidR="00F94C31" w:rsidRPr="00296A05" w:rsidRDefault="00F94C31" w:rsidP="00F94C31">
      <w:pPr>
        <w:jc w:val="center"/>
        <w:rPr>
          <w:b/>
          <w:szCs w:val="24"/>
        </w:rPr>
      </w:pPr>
    </w:p>
    <w:p w14:paraId="527EADE0" w14:textId="77777777" w:rsidR="00F94C31" w:rsidRPr="00296A05" w:rsidRDefault="00F94C31" w:rsidP="00F94C31">
      <w:pPr>
        <w:spacing w:line="256" w:lineRule="auto"/>
        <w:jc w:val="center"/>
        <w:rPr>
          <w:rFonts w:eastAsia="Calibri"/>
        </w:rPr>
      </w:pPr>
      <w:r>
        <w:rPr>
          <w:rFonts w:eastAsia="Calibri"/>
        </w:rPr>
        <w:t xml:space="preserve">Стоимость ежемесячного оказания услуг </w:t>
      </w:r>
      <w:r w:rsidRPr="00296A05">
        <w:rPr>
          <w:rFonts w:eastAsia="Calibri"/>
        </w:rPr>
        <w:t>в соответствии с Техническ</w:t>
      </w:r>
      <w:r>
        <w:rPr>
          <w:rFonts w:eastAsia="Calibri"/>
        </w:rPr>
        <w:t>им</w:t>
      </w:r>
      <w:r w:rsidRPr="00296A05">
        <w:rPr>
          <w:rFonts w:eastAsia="Calibri"/>
        </w:rPr>
        <w:t xml:space="preserve"> задани</w:t>
      </w:r>
      <w:r>
        <w:rPr>
          <w:rFonts w:eastAsia="Calibri"/>
        </w:rPr>
        <w:t xml:space="preserve">ем </w:t>
      </w:r>
      <w:r w:rsidRPr="00296A05">
        <w:rPr>
          <w:rFonts w:eastAsia="Calibri"/>
        </w:rPr>
        <w:t>(Приложение № 1 к настоящему договору)</w:t>
      </w:r>
    </w:p>
    <w:p w14:paraId="60E14CFB" w14:textId="77777777" w:rsidR="00F94C31" w:rsidRPr="00296A05" w:rsidRDefault="00F94C31" w:rsidP="00F94C31">
      <w:pPr>
        <w:spacing w:line="256" w:lineRule="auto"/>
        <w:jc w:val="center"/>
        <w:rPr>
          <w:rFonts w:eastAsia="Calibri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992"/>
        <w:gridCol w:w="4394"/>
        <w:gridCol w:w="1201"/>
        <w:gridCol w:w="1635"/>
      </w:tblGrid>
      <w:tr w:rsidR="00142F6D" w:rsidRPr="00E12B09" w14:paraId="2E4E33B1" w14:textId="77777777" w:rsidTr="00142F6D">
        <w:trPr>
          <w:trHeight w:val="600"/>
          <w:tblHeader/>
        </w:trPr>
        <w:tc>
          <w:tcPr>
            <w:tcW w:w="1129" w:type="dxa"/>
            <w:shd w:val="clear" w:color="auto" w:fill="auto"/>
            <w:vAlign w:val="center"/>
            <w:hideMark/>
          </w:tcPr>
          <w:p w14:paraId="3E531486" w14:textId="77777777" w:rsidR="00142F6D" w:rsidRPr="00E12B09" w:rsidRDefault="00142F6D" w:rsidP="00BA7F9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Дата выполнения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4471C45" w14:textId="77777777" w:rsidR="00142F6D" w:rsidRPr="00E12B09" w:rsidRDefault="00142F6D" w:rsidP="00BA7F9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B09">
              <w:rPr>
                <w:b/>
                <w:bCs/>
                <w:color w:val="000000"/>
                <w:sz w:val="18"/>
                <w:szCs w:val="18"/>
              </w:rPr>
              <w:t>Периодичность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07143067" w14:textId="77777777" w:rsidR="00142F6D" w:rsidRPr="00E12B09" w:rsidRDefault="00142F6D" w:rsidP="00BA7F9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B09">
              <w:rPr>
                <w:b/>
                <w:bCs/>
                <w:color w:val="000000"/>
                <w:sz w:val="18"/>
                <w:szCs w:val="18"/>
              </w:rPr>
              <w:t>Состав работ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14:paraId="2C918EC6" w14:textId="77777777" w:rsidR="00142F6D" w:rsidRPr="00E12B09" w:rsidRDefault="00142F6D" w:rsidP="00BA7F9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B09">
              <w:rPr>
                <w:b/>
                <w:bCs/>
                <w:color w:val="000000"/>
                <w:sz w:val="18"/>
                <w:szCs w:val="18"/>
              </w:rPr>
              <w:t>Цена, руб. без НДС</w:t>
            </w:r>
          </w:p>
        </w:tc>
        <w:tc>
          <w:tcPr>
            <w:tcW w:w="1635" w:type="dxa"/>
            <w:shd w:val="clear" w:color="auto" w:fill="auto"/>
            <w:vAlign w:val="center"/>
            <w:hideMark/>
          </w:tcPr>
          <w:p w14:paraId="671F13F9" w14:textId="77777777" w:rsidR="00142F6D" w:rsidRPr="00E12B09" w:rsidRDefault="00142F6D" w:rsidP="00BA7F9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12B09">
              <w:rPr>
                <w:b/>
                <w:bCs/>
                <w:color w:val="000000"/>
                <w:sz w:val="18"/>
                <w:szCs w:val="18"/>
              </w:rPr>
              <w:t>Цена, руб. с НДС</w:t>
            </w:r>
          </w:p>
        </w:tc>
      </w:tr>
      <w:tr w:rsidR="00142F6D" w:rsidRPr="00E12B09" w14:paraId="487A4953" w14:textId="77777777" w:rsidTr="00260A08">
        <w:trPr>
          <w:trHeight w:val="900"/>
        </w:trPr>
        <w:tc>
          <w:tcPr>
            <w:tcW w:w="1129" w:type="dxa"/>
            <w:shd w:val="clear" w:color="auto" w:fill="auto"/>
            <w:noWrap/>
            <w:vAlign w:val="center"/>
          </w:tcPr>
          <w:p w14:paraId="0921C6ED" w14:textId="77777777" w:rsidR="00142F6D" w:rsidRPr="00E12B09" w:rsidRDefault="00142F6D" w:rsidP="00BA7F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FD9195C" w14:textId="77777777" w:rsidR="00142F6D" w:rsidRPr="00E12B09" w:rsidRDefault="00142F6D" w:rsidP="00BA7F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6AEBF27" w14:textId="77777777" w:rsidR="00142F6D" w:rsidRPr="00E12B09" w:rsidRDefault="00142F6D" w:rsidP="00BA7F9D">
            <w:pPr>
              <w:rPr>
                <w:sz w:val="18"/>
                <w:szCs w:val="18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14:paraId="28E82831" w14:textId="77777777" w:rsidR="00142F6D" w:rsidRPr="00E12B09" w:rsidRDefault="00142F6D" w:rsidP="00BA7F9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auto"/>
            <w:noWrap/>
            <w:vAlign w:val="center"/>
          </w:tcPr>
          <w:p w14:paraId="6D5A9E5D" w14:textId="77777777" w:rsidR="00142F6D" w:rsidRPr="00E12B09" w:rsidRDefault="00142F6D" w:rsidP="00142F6D">
            <w:pPr>
              <w:ind w:right="-533"/>
              <w:rPr>
                <w:sz w:val="18"/>
                <w:szCs w:val="18"/>
              </w:rPr>
            </w:pPr>
          </w:p>
        </w:tc>
      </w:tr>
      <w:tr w:rsidR="00142F6D" w:rsidRPr="00E12B09" w14:paraId="3E2DA9AA" w14:textId="77777777" w:rsidTr="00142F6D">
        <w:trPr>
          <w:trHeight w:val="900"/>
        </w:trPr>
        <w:tc>
          <w:tcPr>
            <w:tcW w:w="1129" w:type="dxa"/>
            <w:shd w:val="clear" w:color="auto" w:fill="auto"/>
            <w:noWrap/>
            <w:vAlign w:val="center"/>
          </w:tcPr>
          <w:p w14:paraId="165BD297" w14:textId="77777777" w:rsidR="00142F6D" w:rsidRPr="00E12B09" w:rsidRDefault="00142F6D" w:rsidP="00BA7F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BAAB1BC" w14:textId="77777777" w:rsidR="00142F6D" w:rsidRPr="00E12B09" w:rsidRDefault="00142F6D" w:rsidP="00BA7F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3E71730E" w14:textId="77777777" w:rsidR="00142F6D" w:rsidRPr="00E12B09" w:rsidRDefault="00142F6D" w:rsidP="00BA7F9D">
            <w:pPr>
              <w:rPr>
                <w:sz w:val="18"/>
                <w:szCs w:val="18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14:paraId="2157C04C" w14:textId="77777777" w:rsidR="00142F6D" w:rsidRPr="00E12B09" w:rsidRDefault="00142F6D" w:rsidP="00BA7F9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auto"/>
            <w:noWrap/>
            <w:vAlign w:val="center"/>
          </w:tcPr>
          <w:p w14:paraId="3E78DFC7" w14:textId="77777777" w:rsidR="00142F6D" w:rsidRPr="00E12B09" w:rsidRDefault="00142F6D" w:rsidP="00BA7F9D">
            <w:pPr>
              <w:jc w:val="center"/>
              <w:rPr>
                <w:sz w:val="18"/>
                <w:szCs w:val="18"/>
              </w:rPr>
            </w:pPr>
          </w:p>
        </w:tc>
      </w:tr>
      <w:tr w:rsidR="00142F6D" w:rsidRPr="00E12B09" w14:paraId="5853F74A" w14:textId="77777777" w:rsidTr="00142F6D">
        <w:trPr>
          <w:trHeight w:val="900"/>
        </w:trPr>
        <w:tc>
          <w:tcPr>
            <w:tcW w:w="1129" w:type="dxa"/>
            <w:shd w:val="clear" w:color="auto" w:fill="auto"/>
            <w:noWrap/>
            <w:vAlign w:val="center"/>
          </w:tcPr>
          <w:p w14:paraId="78D2A676" w14:textId="77777777" w:rsidR="00142F6D" w:rsidRPr="00E12B09" w:rsidRDefault="00142F6D" w:rsidP="00BA7F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448F68D" w14:textId="77777777" w:rsidR="00142F6D" w:rsidRPr="00E12B09" w:rsidRDefault="00142F6D" w:rsidP="00BA7F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3E275876" w14:textId="77777777" w:rsidR="00142F6D" w:rsidRPr="00C330E9" w:rsidRDefault="00142F6D" w:rsidP="00BA7F9D">
            <w:pPr>
              <w:rPr>
                <w:sz w:val="18"/>
                <w:szCs w:val="18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14:paraId="06798D86" w14:textId="77777777" w:rsidR="00142F6D" w:rsidRPr="00E12B09" w:rsidRDefault="00142F6D" w:rsidP="00BA7F9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auto"/>
            <w:noWrap/>
            <w:vAlign w:val="center"/>
          </w:tcPr>
          <w:p w14:paraId="0036FB51" w14:textId="77777777" w:rsidR="00142F6D" w:rsidRPr="00E12B09" w:rsidRDefault="00142F6D" w:rsidP="00BA7F9D">
            <w:pPr>
              <w:jc w:val="center"/>
              <w:rPr>
                <w:sz w:val="18"/>
                <w:szCs w:val="18"/>
              </w:rPr>
            </w:pPr>
          </w:p>
        </w:tc>
      </w:tr>
      <w:tr w:rsidR="00142F6D" w:rsidRPr="00E12B09" w14:paraId="6DA97488" w14:textId="77777777" w:rsidTr="00142F6D">
        <w:trPr>
          <w:trHeight w:val="900"/>
        </w:trPr>
        <w:tc>
          <w:tcPr>
            <w:tcW w:w="1129" w:type="dxa"/>
            <w:shd w:val="clear" w:color="auto" w:fill="auto"/>
            <w:noWrap/>
            <w:vAlign w:val="center"/>
          </w:tcPr>
          <w:p w14:paraId="2842B9D0" w14:textId="77777777" w:rsidR="00142F6D" w:rsidRPr="00E12B09" w:rsidRDefault="00142F6D" w:rsidP="00BA7F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2DF1FF4" w14:textId="77777777" w:rsidR="00142F6D" w:rsidRDefault="00142F6D" w:rsidP="00BA7F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4D9A0BD" w14:textId="77777777" w:rsidR="00142F6D" w:rsidRPr="00C330E9" w:rsidRDefault="00142F6D" w:rsidP="00BA7F9D">
            <w:pPr>
              <w:rPr>
                <w:sz w:val="18"/>
                <w:szCs w:val="18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14:paraId="0BF86F58" w14:textId="77777777" w:rsidR="00142F6D" w:rsidRPr="00E12B09" w:rsidRDefault="00142F6D" w:rsidP="00BA7F9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auto"/>
            <w:noWrap/>
            <w:vAlign w:val="center"/>
          </w:tcPr>
          <w:p w14:paraId="54D44009" w14:textId="77777777" w:rsidR="00142F6D" w:rsidRPr="00E12B09" w:rsidRDefault="00142F6D" w:rsidP="00BA7F9D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8E86864" w14:textId="77777777" w:rsidR="00F94C31" w:rsidRDefault="00F94C31" w:rsidP="00F94C31">
      <w:pPr>
        <w:rPr>
          <w:szCs w:val="24"/>
        </w:rPr>
      </w:pPr>
    </w:p>
    <w:p w14:paraId="26F975DC" w14:textId="77777777" w:rsidR="00F94C31" w:rsidRDefault="00F94C31" w:rsidP="00F94C31">
      <w:pPr>
        <w:rPr>
          <w:szCs w:val="24"/>
        </w:rPr>
      </w:pPr>
    </w:p>
    <w:p w14:paraId="4B2B2EDF" w14:textId="77777777" w:rsidR="00F94C31" w:rsidRDefault="00F94C31" w:rsidP="00F94C31">
      <w:pPr>
        <w:rPr>
          <w:szCs w:val="24"/>
        </w:rPr>
      </w:pPr>
    </w:p>
    <w:p w14:paraId="52B1F275" w14:textId="77777777" w:rsidR="00F94C31" w:rsidRPr="00296A05" w:rsidRDefault="00F94C31" w:rsidP="00F94C31">
      <w:pPr>
        <w:rPr>
          <w:szCs w:val="24"/>
        </w:rPr>
      </w:pPr>
    </w:p>
    <w:p w14:paraId="0FAF5D5B" w14:textId="77777777" w:rsidR="00F94C31" w:rsidRPr="00296A05" w:rsidRDefault="00F94C31" w:rsidP="00F94C31">
      <w:pPr>
        <w:rPr>
          <w:szCs w:val="2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449"/>
        <w:gridCol w:w="278"/>
        <w:gridCol w:w="4771"/>
      </w:tblGrid>
      <w:tr w:rsidR="00F94C31" w:rsidRPr="00296A05" w14:paraId="4DC8034E" w14:textId="77777777" w:rsidTr="00BA7F9D">
        <w:trPr>
          <w:trHeight w:val="565"/>
          <w:jc w:val="center"/>
        </w:trPr>
        <w:tc>
          <w:tcPr>
            <w:tcW w:w="4678" w:type="dxa"/>
          </w:tcPr>
          <w:p w14:paraId="559D2048" w14:textId="77777777" w:rsidR="00F94C31" w:rsidRPr="00296A05" w:rsidRDefault="00F94C31" w:rsidP="00F94C3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            </w:t>
            </w:r>
            <w:r w:rsidRPr="00296A05">
              <w:rPr>
                <w:b/>
                <w:szCs w:val="24"/>
              </w:rPr>
              <w:t>Исполнитель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84" w:type="dxa"/>
          </w:tcPr>
          <w:p w14:paraId="07EC5B27" w14:textId="77777777" w:rsidR="00F94C31" w:rsidRPr="00296A05" w:rsidRDefault="00F94C31" w:rsidP="00BA7F9D">
            <w:pPr>
              <w:jc w:val="center"/>
              <w:rPr>
                <w:b/>
                <w:szCs w:val="24"/>
                <w:lang w:val="en-US"/>
              </w:rPr>
            </w:pPr>
          </w:p>
        </w:tc>
        <w:tc>
          <w:tcPr>
            <w:tcW w:w="4959" w:type="dxa"/>
          </w:tcPr>
          <w:p w14:paraId="1171975A" w14:textId="77777777" w:rsidR="00F94C31" w:rsidRPr="00296A05" w:rsidRDefault="00F94C31" w:rsidP="00F94C3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                     </w:t>
            </w:r>
            <w:r w:rsidRPr="00296A05">
              <w:rPr>
                <w:b/>
                <w:szCs w:val="24"/>
              </w:rPr>
              <w:t>Заказчик</w:t>
            </w:r>
            <w:r>
              <w:rPr>
                <w:b/>
                <w:szCs w:val="24"/>
              </w:rPr>
              <w:t>:</w:t>
            </w:r>
          </w:p>
        </w:tc>
      </w:tr>
      <w:tr w:rsidR="00F94C31" w:rsidRPr="00296A05" w14:paraId="50DFC238" w14:textId="77777777" w:rsidTr="00BA7F9D">
        <w:trPr>
          <w:trHeight w:val="565"/>
          <w:jc w:val="center"/>
        </w:trPr>
        <w:tc>
          <w:tcPr>
            <w:tcW w:w="4678" w:type="dxa"/>
          </w:tcPr>
          <w:p w14:paraId="0D33963D" w14:textId="77777777" w:rsidR="00F94C31" w:rsidRDefault="00F94C31" w:rsidP="00BA7F9D">
            <w:pPr>
              <w:jc w:val="both"/>
              <w:rPr>
                <w:szCs w:val="24"/>
              </w:rPr>
            </w:pPr>
          </w:p>
          <w:p w14:paraId="0F175FE8" w14:textId="77777777" w:rsidR="00F94C31" w:rsidRPr="00F94C31" w:rsidRDefault="00F94C31" w:rsidP="00BA7F9D">
            <w:pPr>
              <w:jc w:val="both"/>
              <w:rPr>
                <w:szCs w:val="24"/>
              </w:rPr>
            </w:pPr>
          </w:p>
          <w:p w14:paraId="0EC6EE2C" w14:textId="77777777" w:rsidR="00F94C31" w:rsidRPr="00F94C31" w:rsidRDefault="00F94C31" w:rsidP="00BA7F9D">
            <w:pPr>
              <w:jc w:val="both"/>
              <w:rPr>
                <w:szCs w:val="24"/>
              </w:rPr>
            </w:pPr>
            <w:r w:rsidRPr="00F94C31">
              <w:rPr>
                <w:szCs w:val="24"/>
              </w:rPr>
              <w:t xml:space="preserve">_________________/ </w:t>
            </w:r>
            <w:r w:rsidR="00260A08">
              <w:rPr>
                <w:szCs w:val="24"/>
              </w:rPr>
              <w:t>_________</w:t>
            </w:r>
            <w:r w:rsidRPr="00F94C31">
              <w:rPr>
                <w:szCs w:val="24"/>
              </w:rPr>
              <w:t xml:space="preserve"> /</w:t>
            </w:r>
          </w:p>
          <w:p w14:paraId="00ABCBE1" w14:textId="77777777" w:rsidR="00F94C31" w:rsidRPr="00F94C31" w:rsidRDefault="00F94C31" w:rsidP="00BA7F9D">
            <w:pPr>
              <w:ind w:firstLine="740"/>
              <w:jc w:val="both"/>
              <w:rPr>
                <w:szCs w:val="24"/>
              </w:rPr>
            </w:pPr>
            <w:proofErr w:type="spellStart"/>
            <w:r w:rsidRPr="00F94C31">
              <w:rPr>
                <w:szCs w:val="24"/>
              </w:rPr>
              <w:t>м.п</w:t>
            </w:r>
            <w:proofErr w:type="spellEnd"/>
            <w:r w:rsidRPr="00F94C31">
              <w:rPr>
                <w:szCs w:val="24"/>
              </w:rPr>
              <w:t>.</w:t>
            </w:r>
          </w:p>
        </w:tc>
        <w:tc>
          <w:tcPr>
            <w:tcW w:w="284" w:type="dxa"/>
          </w:tcPr>
          <w:p w14:paraId="59B92B90" w14:textId="77777777" w:rsidR="00F94C31" w:rsidRPr="00296A05" w:rsidRDefault="00F94C31" w:rsidP="00BA7F9D">
            <w:pPr>
              <w:rPr>
                <w:b/>
                <w:szCs w:val="24"/>
              </w:rPr>
            </w:pPr>
          </w:p>
        </w:tc>
        <w:tc>
          <w:tcPr>
            <w:tcW w:w="4959" w:type="dxa"/>
          </w:tcPr>
          <w:p w14:paraId="2FC90F54" w14:textId="77777777" w:rsidR="00F94C31" w:rsidRPr="00F94C31" w:rsidRDefault="00260A08" w:rsidP="00F94C31">
            <w:pPr>
              <w:ind w:left="370"/>
              <w:jc w:val="both"/>
              <w:rPr>
                <w:szCs w:val="24"/>
              </w:rPr>
            </w:pPr>
            <w:r>
              <w:rPr>
                <w:szCs w:val="24"/>
              </w:rPr>
              <w:t>Генеральный директор</w:t>
            </w:r>
            <w:r w:rsidR="00F94C31" w:rsidRPr="00F94C31">
              <w:rPr>
                <w:szCs w:val="24"/>
              </w:rPr>
              <w:t xml:space="preserve"> </w:t>
            </w:r>
          </w:p>
          <w:p w14:paraId="4F5DCA8E" w14:textId="5681DC7C" w:rsidR="00F94C31" w:rsidRPr="00F94C31" w:rsidRDefault="00F94C31" w:rsidP="00F94C31">
            <w:pPr>
              <w:ind w:left="370"/>
              <w:jc w:val="both"/>
              <w:rPr>
                <w:szCs w:val="24"/>
              </w:rPr>
            </w:pPr>
            <w:r w:rsidRPr="00F94C31">
              <w:rPr>
                <w:szCs w:val="24"/>
              </w:rPr>
              <w:t>АО «ИЭСК»</w:t>
            </w:r>
          </w:p>
          <w:p w14:paraId="5C307689" w14:textId="77777777" w:rsidR="00F94C31" w:rsidRDefault="00F94C31" w:rsidP="00F94C31">
            <w:pPr>
              <w:ind w:left="370"/>
              <w:jc w:val="both"/>
              <w:rPr>
                <w:b/>
                <w:szCs w:val="24"/>
              </w:rPr>
            </w:pPr>
          </w:p>
          <w:p w14:paraId="4A405483" w14:textId="77777777" w:rsidR="00F94C31" w:rsidRDefault="00F94C31" w:rsidP="00F94C31">
            <w:pPr>
              <w:ind w:left="370"/>
              <w:jc w:val="both"/>
              <w:rPr>
                <w:szCs w:val="24"/>
              </w:rPr>
            </w:pPr>
          </w:p>
          <w:p w14:paraId="20F71144" w14:textId="77777777" w:rsidR="00F94C31" w:rsidRPr="00296A05" w:rsidRDefault="00F94C31" w:rsidP="00F94C31">
            <w:pPr>
              <w:ind w:left="370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 xml:space="preserve">    </w:t>
            </w:r>
            <w:r w:rsidR="00260A08">
              <w:rPr>
                <w:szCs w:val="24"/>
              </w:rPr>
              <w:t>________________</w:t>
            </w:r>
            <w:r w:rsidRPr="00296A05">
              <w:rPr>
                <w:b/>
                <w:szCs w:val="24"/>
              </w:rPr>
              <w:t>/</w:t>
            </w:r>
            <w:r w:rsidR="00260A08">
              <w:rPr>
                <w:szCs w:val="24"/>
              </w:rPr>
              <w:t xml:space="preserve">Д.В. </w:t>
            </w:r>
            <w:proofErr w:type="spellStart"/>
            <w:r w:rsidR="00260A08">
              <w:rPr>
                <w:szCs w:val="24"/>
              </w:rPr>
              <w:t>Конопелько</w:t>
            </w:r>
            <w:proofErr w:type="spellEnd"/>
            <w:r w:rsidRPr="00296A05">
              <w:rPr>
                <w:b/>
                <w:szCs w:val="24"/>
              </w:rPr>
              <w:t>/</w:t>
            </w:r>
          </w:p>
          <w:p w14:paraId="415E11DA" w14:textId="77777777" w:rsidR="00F94C31" w:rsidRPr="00296A05" w:rsidRDefault="00F94C31" w:rsidP="00F94C31">
            <w:pPr>
              <w:ind w:left="370" w:firstLine="740"/>
              <w:jc w:val="both"/>
              <w:rPr>
                <w:szCs w:val="24"/>
              </w:rPr>
            </w:pPr>
            <w:proofErr w:type="spellStart"/>
            <w:r w:rsidRPr="00296A05">
              <w:rPr>
                <w:szCs w:val="24"/>
              </w:rPr>
              <w:t>м.п</w:t>
            </w:r>
            <w:proofErr w:type="spellEnd"/>
            <w:r w:rsidRPr="00296A05">
              <w:rPr>
                <w:szCs w:val="24"/>
              </w:rPr>
              <w:t>.</w:t>
            </w:r>
          </w:p>
        </w:tc>
      </w:tr>
    </w:tbl>
    <w:p w14:paraId="332AB902" w14:textId="77777777" w:rsidR="008A51B1" w:rsidRDefault="00356CDA" w:rsidP="00F94C31">
      <w:pPr>
        <w:ind w:left="-567"/>
      </w:pPr>
    </w:p>
    <w:sectPr w:rsidR="008A51B1" w:rsidSect="00F94C3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7B7"/>
    <w:rsid w:val="00142F6D"/>
    <w:rsid w:val="00232B6F"/>
    <w:rsid w:val="00260A08"/>
    <w:rsid w:val="00303EF7"/>
    <w:rsid w:val="00356CDA"/>
    <w:rsid w:val="003A17B7"/>
    <w:rsid w:val="00987A26"/>
    <w:rsid w:val="00F9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16993"/>
  <w15:chartTrackingRefBased/>
  <w15:docId w15:val="{8B5F027A-A975-4893-AA0D-063A7700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C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 Александр Юрьевич</dc:creator>
  <cp:keywords/>
  <dc:description/>
  <cp:lastModifiedBy>Kovalev Aleksandr</cp:lastModifiedBy>
  <cp:revision>6</cp:revision>
  <dcterms:created xsi:type="dcterms:W3CDTF">2023-03-28T02:06:00Z</dcterms:created>
  <dcterms:modified xsi:type="dcterms:W3CDTF">2023-08-15T00:53:00Z</dcterms:modified>
</cp:coreProperties>
</file>